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060FCB" w14:textId="77777777" w:rsidR="00411592" w:rsidRDefault="00411592" w:rsidP="00411592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3898A973" w14:textId="77777777" w:rsidR="00411592" w:rsidRDefault="00411592" w:rsidP="00411592">
      <w:pPr>
        <w:spacing w:line="276" w:lineRule="auto"/>
      </w:pPr>
    </w:p>
    <w:p w14:paraId="53A97E49" w14:textId="77777777" w:rsidR="00411592" w:rsidRPr="006E409D" w:rsidRDefault="00C53B18" w:rsidP="006E409D">
      <w:pPr>
        <w:spacing w:line="276" w:lineRule="auto"/>
        <w:rPr>
          <w:sz w:val="44"/>
          <w:szCs w:val="44"/>
        </w:rPr>
      </w:pPr>
      <w:r>
        <w:rPr>
          <w:b/>
          <w:sz w:val="44"/>
          <w:szCs w:val="44"/>
        </w:rPr>
        <w:t xml:space="preserve">Half-Life Practice </w:t>
      </w:r>
      <w:r w:rsidRPr="006E409D">
        <w:rPr>
          <w:b/>
          <w:sz w:val="44"/>
          <w:szCs w:val="44"/>
        </w:rPr>
        <w:t>Problems</w:t>
      </w:r>
      <w:r w:rsidR="006E409D">
        <w:rPr>
          <w:b/>
          <w:sz w:val="44"/>
          <w:szCs w:val="44"/>
        </w:rPr>
        <w:tab/>
      </w:r>
      <w:r w:rsidR="006E409D">
        <w:rPr>
          <w:b/>
          <w:sz w:val="44"/>
          <w:szCs w:val="44"/>
        </w:rPr>
        <w:tab/>
      </w:r>
      <w:r w:rsidR="006E409D">
        <w:rPr>
          <w:b/>
          <w:sz w:val="44"/>
          <w:szCs w:val="44"/>
        </w:rPr>
        <w:tab/>
      </w:r>
      <w:r w:rsidR="006E409D">
        <w:rPr>
          <w:b/>
          <w:sz w:val="44"/>
          <w:szCs w:val="44"/>
        </w:rPr>
        <w:tab/>
      </w:r>
      <w:r w:rsidR="006E409D" w:rsidRPr="006E409D">
        <w:rPr>
          <w:sz w:val="44"/>
          <w:szCs w:val="44"/>
        </w:rPr>
        <w:tab/>
        <w:t xml:space="preserve"> </w:t>
      </w:r>
      <m:oMath>
        <m:r>
          <w:rPr>
            <w:rFonts w:ascii="Cambria Math" w:hAnsi="Cambria Math"/>
            <w:sz w:val="44"/>
            <w:szCs w:val="44"/>
          </w:rPr>
          <m:t xml:space="preserve">Y= </m:t>
        </m:r>
        <m:f>
          <m:fPr>
            <m:ctrlPr>
              <w:rPr>
                <w:rFonts w:ascii="Cambria Math" w:hAnsi="Cambria Math"/>
                <w:i/>
                <w:sz w:val="44"/>
                <w:szCs w:val="44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sSupPr>
              <m:e>
                <m:r>
                  <w:rPr>
                    <w:rFonts w:ascii="Cambria Math" w:hAnsi="Cambria Math"/>
                    <w:sz w:val="44"/>
                    <w:szCs w:val="44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44"/>
                    <w:szCs w:val="44"/>
                  </w:rPr>
                  <m:t>HL</m:t>
                </m:r>
              </m:sup>
            </m:sSup>
          </m:den>
        </m:f>
      </m:oMath>
    </w:p>
    <w:p w14:paraId="285EAABC" w14:textId="77777777" w:rsidR="00411592" w:rsidRDefault="00411592" w:rsidP="006E409D">
      <w:pPr>
        <w:spacing w:line="276" w:lineRule="auto"/>
        <w:jc w:val="center"/>
      </w:pPr>
    </w:p>
    <w:p w14:paraId="52C8BD92" w14:textId="77777777" w:rsidR="00411592" w:rsidRDefault="00C53B18" w:rsidP="00C53B18">
      <w:pPr>
        <w:pStyle w:val="ListParagraph"/>
        <w:numPr>
          <w:ilvl w:val="0"/>
          <w:numId w:val="1"/>
        </w:numPr>
      </w:pPr>
      <w:r>
        <w:t>Iodine-131 is used to destroy thyroid tissue in the treatment of an overactive thyroid. The half-life of iodine-131 is 8 days. If a hospital receives a shipment of 200g of iodine-131, how much will be left after 32 days?</w:t>
      </w:r>
    </w:p>
    <w:p w14:paraId="7A1D6A9E" w14:textId="77777777" w:rsidR="00912F76" w:rsidRDefault="00912F76" w:rsidP="00912F76">
      <w:pPr>
        <w:pStyle w:val="ListParagraph"/>
      </w:pPr>
    </w:p>
    <w:p w14:paraId="559034C5" w14:textId="77777777" w:rsidR="00912F76" w:rsidRDefault="00912F76" w:rsidP="00912F76">
      <w:pPr>
        <w:pStyle w:val="ListParagraph"/>
      </w:pPr>
    </w:p>
    <w:p w14:paraId="18454FB2" w14:textId="77777777" w:rsidR="00912F76" w:rsidRDefault="00912F76" w:rsidP="00912F76">
      <w:pPr>
        <w:pStyle w:val="ListParagraph"/>
      </w:pPr>
    </w:p>
    <w:p w14:paraId="360F293F" w14:textId="77777777" w:rsidR="00912F76" w:rsidRDefault="00912F76" w:rsidP="00912F76">
      <w:pPr>
        <w:pStyle w:val="ListParagraph"/>
      </w:pPr>
    </w:p>
    <w:p w14:paraId="7EAE1798" w14:textId="77777777" w:rsidR="00912F76" w:rsidRDefault="00912F76" w:rsidP="00912F76">
      <w:pPr>
        <w:pStyle w:val="ListParagraph"/>
      </w:pPr>
    </w:p>
    <w:p w14:paraId="77CC2DE2" w14:textId="391F4B36" w:rsidR="00C53B18" w:rsidRDefault="00C53B18" w:rsidP="00C53B18">
      <w:pPr>
        <w:pStyle w:val="ListParagraph"/>
        <w:numPr>
          <w:ilvl w:val="0"/>
          <w:numId w:val="1"/>
        </w:numPr>
      </w:pPr>
      <w:r>
        <w:t>Technetium-99 is used for brain scans. If a lab</w:t>
      </w:r>
      <w:r w:rsidR="00453014">
        <w:t>oratory receives a shipment of 10</w:t>
      </w:r>
      <w:r>
        <w:t>00g of this isotope, how much will remain after 24 hours? The half-life of technetium-99 is 6 hours.</w:t>
      </w:r>
    </w:p>
    <w:p w14:paraId="6F09271E" w14:textId="77777777" w:rsidR="00912F76" w:rsidRDefault="00912F76" w:rsidP="00912F76"/>
    <w:p w14:paraId="4D2E9904" w14:textId="77777777" w:rsidR="00912F76" w:rsidRDefault="00912F76" w:rsidP="00912F76"/>
    <w:p w14:paraId="0FB116AF" w14:textId="77777777" w:rsidR="00912F76" w:rsidRDefault="00912F76" w:rsidP="00912F76"/>
    <w:p w14:paraId="17BFDE17" w14:textId="77777777" w:rsidR="00912F76" w:rsidRDefault="00912F76" w:rsidP="00912F76"/>
    <w:p w14:paraId="36B7D9C5" w14:textId="7AD7F306" w:rsidR="00C53B18" w:rsidRDefault="00C53B18" w:rsidP="00C53B18">
      <w:pPr>
        <w:pStyle w:val="ListParagraph"/>
        <w:numPr>
          <w:ilvl w:val="0"/>
          <w:numId w:val="1"/>
        </w:numPr>
      </w:pPr>
      <w:r>
        <w:t xml:space="preserve">Mercury-197 is used for kidney scans and has a half-life of 3 days. If </w:t>
      </w:r>
      <w:r w:rsidR="007548C3">
        <w:t xml:space="preserve">a shipment of </w:t>
      </w:r>
      <w:r>
        <w:t>32 grams is ordered, but it takes 15 days to arrive, how much would arrive?</w:t>
      </w:r>
    </w:p>
    <w:p w14:paraId="462A23FF" w14:textId="77777777" w:rsidR="00912F76" w:rsidRDefault="00912F76" w:rsidP="00912F76"/>
    <w:p w14:paraId="59B3C7C6" w14:textId="77777777" w:rsidR="00912F76" w:rsidRDefault="00912F76" w:rsidP="00912F76"/>
    <w:p w14:paraId="6103E479" w14:textId="77777777" w:rsidR="00912F76" w:rsidRDefault="00912F76" w:rsidP="00912F76"/>
    <w:p w14:paraId="6D60E539" w14:textId="77777777" w:rsidR="00912F76" w:rsidRDefault="00912F76" w:rsidP="00912F76"/>
    <w:p w14:paraId="3946B1CB" w14:textId="77777777" w:rsidR="00C53B18" w:rsidRDefault="00C53B18" w:rsidP="00C53B18">
      <w:pPr>
        <w:pStyle w:val="ListParagraph"/>
        <w:numPr>
          <w:ilvl w:val="0"/>
          <w:numId w:val="1"/>
        </w:numPr>
      </w:pPr>
      <w:r>
        <w:t>The half-life of strontium-90 is 25 years. How much strontium-90 will remain after 100 years if the initial amount is 4 grams?</w:t>
      </w:r>
    </w:p>
    <w:p w14:paraId="681F9CC6" w14:textId="77777777" w:rsidR="00912F76" w:rsidRDefault="00912F76" w:rsidP="00912F76"/>
    <w:p w14:paraId="1FCE4494" w14:textId="77777777" w:rsidR="00912F76" w:rsidRDefault="00912F76" w:rsidP="00912F76"/>
    <w:p w14:paraId="4729A3C7" w14:textId="77777777" w:rsidR="00912F76" w:rsidRDefault="00912F76" w:rsidP="00912F76"/>
    <w:p w14:paraId="1F149944" w14:textId="77777777" w:rsidR="00912F76" w:rsidRPr="00912F76" w:rsidRDefault="00912F76" w:rsidP="00912F76">
      <w:pPr>
        <w:rPr>
          <w:i/>
        </w:rPr>
      </w:pPr>
    </w:p>
    <w:p w14:paraId="4B61BE97" w14:textId="694C5C15" w:rsidR="00C53B18" w:rsidRDefault="00B42013" w:rsidP="00C53B18">
      <w:pPr>
        <w:pStyle w:val="ListParagraph"/>
        <w:numPr>
          <w:ilvl w:val="0"/>
          <w:numId w:val="1"/>
        </w:numPr>
      </w:pPr>
      <w:r>
        <w:t>How much of a 500-gram sample of potassium-42 is left after 62 hours? The half-life is 12.4 hours.</w:t>
      </w:r>
    </w:p>
    <w:p w14:paraId="7BBE7106" w14:textId="77777777" w:rsidR="00B42013" w:rsidRDefault="00B42013" w:rsidP="00B42013"/>
    <w:p w14:paraId="3680BF2D" w14:textId="77777777" w:rsidR="00B42013" w:rsidRDefault="00B42013" w:rsidP="00B42013"/>
    <w:p w14:paraId="0432E40A" w14:textId="77777777" w:rsidR="00B42013" w:rsidRDefault="00B42013" w:rsidP="00B42013"/>
    <w:p w14:paraId="2F62FA13" w14:textId="77777777" w:rsidR="00B42013" w:rsidRDefault="00B42013" w:rsidP="00B42013"/>
    <w:p w14:paraId="5C0C9210" w14:textId="3B7CEC30" w:rsidR="00B42013" w:rsidRDefault="00B42013" w:rsidP="00C53B18">
      <w:pPr>
        <w:pStyle w:val="ListParagraph"/>
        <w:numPr>
          <w:ilvl w:val="0"/>
          <w:numId w:val="1"/>
        </w:numPr>
      </w:pPr>
      <w:r>
        <w:t>The half-life of radon-222 is 3.8 days. How much of a 100-gram sample is left after 15.2 days?</w:t>
      </w:r>
    </w:p>
    <w:p w14:paraId="0320655A" w14:textId="77777777" w:rsidR="00B42013" w:rsidRDefault="00B42013" w:rsidP="00B42013"/>
    <w:p w14:paraId="037BDF9D" w14:textId="77777777" w:rsidR="00B42013" w:rsidRDefault="00B42013" w:rsidP="00B42013"/>
    <w:p w14:paraId="423E2CA7" w14:textId="77777777" w:rsidR="00B42013" w:rsidRDefault="00B42013" w:rsidP="00B42013"/>
    <w:p w14:paraId="6643D95C" w14:textId="77777777" w:rsidR="00B42013" w:rsidRDefault="00B42013" w:rsidP="00B42013"/>
    <w:p w14:paraId="1966119D" w14:textId="77777777" w:rsidR="00B42013" w:rsidRDefault="00B42013" w:rsidP="00B42013">
      <w:pPr>
        <w:pStyle w:val="ListParagraph"/>
        <w:numPr>
          <w:ilvl w:val="0"/>
          <w:numId w:val="1"/>
        </w:numPr>
        <w:rPr>
          <w:i/>
        </w:rPr>
      </w:pPr>
      <w:r>
        <w:t xml:space="preserve">A 208-gram sample of sodium-24 decays to 13g within 60 hours. What is the half-life of this radioactive isotope? </w:t>
      </w:r>
      <w:r w:rsidRPr="00C53B18">
        <w:rPr>
          <w:i/>
        </w:rPr>
        <w:t xml:space="preserve">This is a new type of problem, but </w:t>
      </w:r>
      <w:r>
        <w:rPr>
          <w:i/>
        </w:rPr>
        <w:t>I want you to try it</w:t>
      </w:r>
      <w:r w:rsidRPr="00C53B18">
        <w:rPr>
          <w:i/>
        </w:rPr>
        <w:t>!</w:t>
      </w:r>
    </w:p>
    <w:p w14:paraId="3E568CD8" w14:textId="77777777" w:rsidR="00B42013" w:rsidRDefault="00B42013" w:rsidP="00B42013">
      <w:pPr>
        <w:pStyle w:val="ListParagraph"/>
      </w:pPr>
      <w:bookmarkStart w:id="0" w:name="_GoBack"/>
      <w:bookmarkEnd w:id="0"/>
    </w:p>
    <w:sectPr w:rsidR="00B42013" w:rsidSect="00411592"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117695"/>
    <w:multiLevelType w:val="hybridMultilevel"/>
    <w:tmpl w:val="C36C90DE"/>
    <w:lvl w:ilvl="0" w:tplc="1A44F02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B18"/>
    <w:rsid w:val="000F12BF"/>
    <w:rsid w:val="00312283"/>
    <w:rsid w:val="00411592"/>
    <w:rsid w:val="00453014"/>
    <w:rsid w:val="005854AC"/>
    <w:rsid w:val="006E409D"/>
    <w:rsid w:val="007548C3"/>
    <w:rsid w:val="00912F76"/>
    <w:rsid w:val="00A066A8"/>
    <w:rsid w:val="00B42013"/>
    <w:rsid w:val="00C5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F92E9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B1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E40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15</TotalTime>
  <Pages>1</Pages>
  <Words>200</Words>
  <Characters>1010</Characters>
  <Application>Microsoft Macintosh Word</Application>
  <DocSecurity>0</DocSecurity>
  <Lines>126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6</cp:revision>
  <cp:lastPrinted>2017-10-26T00:20:00Z</cp:lastPrinted>
  <dcterms:created xsi:type="dcterms:W3CDTF">2017-10-26T00:11:00Z</dcterms:created>
  <dcterms:modified xsi:type="dcterms:W3CDTF">2017-10-26T00:31:00Z</dcterms:modified>
</cp:coreProperties>
</file>